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75A8E36C" w:rsidR="00F83087" w:rsidRDefault="0054551C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9</w:t>
      </w:r>
    </w:p>
    <w:p w14:paraId="0686D831" w14:textId="77777777" w:rsidR="002D0228" w:rsidRDefault="002D0228" w:rsidP="002D022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7E207C88" w14:textId="77777777" w:rsidR="002D0228" w:rsidRDefault="002D0228" w:rsidP="002D022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5D9BDB6" w14:textId="77777777" w:rsidR="002D0228" w:rsidRDefault="002D0228" w:rsidP="002D0228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3F56581B" w14:textId="6FC4395E" w:rsidR="002D0228" w:rsidRDefault="002D0228" w:rsidP="002D0228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CERERE </w:t>
      </w:r>
    </w:p>
    <w:p w14:paraId="6E7ED075" w14:textId="1A1B977B" w:rsidR="002D0228" w:rsidRDefault="002D0228" w:rsidP="002D022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pentru efectuarea </w:t>
      </w:r>
      <w:bookmarkStart w:id="0" w:name="_GoBack"/>
      <w:bookmarkEnd w:id="0"/>
      <w:r>
        <w:rPr>
          <w:rFonts w:ascii="Times New Roman" w:hAnsi="Times New Roman"/>
          <w:b/>
        </w:rPr>
        <w:t>mobilităţi</w:t>
      </w:r>
      <w:r>
        <w:rPr>
          <w:rFonts w:ascii="Times New Roman" w:hAnsi="Times New Roman"/>
          <w:b/>
          <w:bCs/>
        </w:rPr>
        <w:t xml:space="preserve">lor personalului didactic în scop de predare în instituţii de învăţământ superior (STA) şi </w:t>
      </w:r>
      <w:r>
        <w:rPr>
          <w:rFonts w:ascii="Times New Roman" w:hAnsi="Times New Roman"/>
          <w:b/>
        </w:rPr>
        <w:t>de formare profesională (STT)</w:t>
      </w:r>
    </w:p>
    <w:p w14:paraId="121011BE" w14:textId="1D4FE4FB" w:rsidR="002D0228" w:rsidRDefault="002D0228" w:rsidP="002D0228">
      <w:pPr>
        <w:jc w:val="center"/>
        <w:rPr>
          <w:rFonts w:ascii="Times New Roman" w:hAnsi="Times New Roman"/>
          <w:b/>
        </w:rPr>
      </w:pPr>
    </w:p>
    <w:p w14:paraId="1D10404F" w14:textId="77777777" w:rsidR="002D0228" w:rsidRDefault="002D0228" w:rsidP="002D0228">
      <w:pPr>
        <w:jc w:val="center"/>
        <w:rPr>
          <w:rFonts w:ascii="Times New Roman" w:hAnsi="Times New Roman"/>
          <w:b/>
        </w:rPr>
      </w:pPr>
    </w:p>
    <w:p w14:paraId="0D85559B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Subsemnatul(a)...................................................................................................................., Facultatea/Departamentul..................................................................................................., gradul diactic.........................................., vă rog să binevoi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să aproba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deplasarea subsemnatului(ei) la institu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ia............................................................................................ în scopul efectuării unei mobilită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Erasmus STA/STT.</w:t>
      </w:r>
    </w:p>
    <w:p w14:paraId="4F31DBE5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Deplasarea va avea loc în perioada...................................................................................</w:t>
      </w:r>
    </w:p>
    <w:p w14:paraId="46CDD00F" w14:textId="137FE959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Anexez la prezenta cerere invita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ia de participare la evenimentul men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ionat.</w:t>
      </w:r>
    </w:p>
    <w:p w14:paraId="2D27BC39" w14:textId="686C95B8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28B8AAD5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60B3B08E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68892102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Timi</w:t>
      </w:r>
      <w:r>
        <w:rPr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oara, data.................................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Solicitant deplasare.................................................. </w:t>
      </w:r>
    </w:p>
    <w:p w14:paraId="0781FF52" w14:textId="77777777" w:rsidR="0061031E" w:rsidRPr="0061031E" w:rsidRDefault="0061031E" w:rsidP="002D0228">
      <w:pPr>
        <w:rPr>
          <w:rFonts w:ascii="Times New Roman" w:hAnsi="Times New Roman"/>
          <w:sz w:val="24"/>
          <w:szCs w:val="24"/>
        </w:rPr>
      </w:pPr>
    </w:p>
    <w:sectPr w:rsidR="0061031E" w:rsidRPr="0061031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0DCDC" w14:textId="77777777" w:rsidR="001968EB" w:rsidRDefault="001968EB" w:rsidP="00D2536B">
      <w:pPr>
        <w:spacing w:after="0" w:line="240" w:lineRule="auto"/>
      </w:pPr>
      <w:r>
        <w:separator/>
      </w:r>
    </w:p>
  </w:endnote>
  <w:endnote w:type="continuationSeparator" w:id="0">
    <w:p w14:paraId="2907CE6A" w14:textId="77777777" w:rsidR="001968EB" w:rsidRDefault="001968EB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1968EB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188B3" w14:textId="77777777" w:rsidR="001968EB" w:rsidRDefault="001968EB" w:rsidP="00D2536B">
      <w:pPr>
        <w:spacing w:after="0" w:line="240" w:lineRule="auto"/>
      </w:pPr>
      <w:r>
        <w:separator/>
      </w:r>
    </w:p>
  </w:footnote>
  <w:footnote w:type="continuationSeparator" w:id="0">
    <w:p w14:paraId="2119D4A2" w14:textId="77777777" w:rsidR="001968EB" w:rsidRDefault="001968EB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03889"/>
    <w:rsid w:val="00025F32"/>
    <w:rsid w:val="000E4E28"/>
    <w:rsid w:val="00151750"/>
    <w:rsid w:val="001875D4"/>
    <w:rsid w:val="001968EB"/>
    <w:rsid w:val="001E34B8"/>
    <w:rsid w:val="00253419"/>
    <w:rsid w:val="002D0228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B77A2"/>
    <w:rsid w:val="004D7E7E"/>
    <w:rsid w:val="00531846"/>
    <w:rsid w:val="0054551C"/>
    <w:rsid w:val="0055212C"/>
    <w:rsid w:val="0059677A"/>
    <w:rsid w:val="0061031E"/>
    <w:rsid w:val="00631F67"/>
    <w:rsid w:val="00654D09"/>
    <w:rsid w:val="00685BF9"/>
    <w:rsid w:val="006940D7"/>
    <w:rsid w:val="00694BE6"/>
    <w:rsid w:val="00696A22"/>
    <w:rsid w:val="006A1CA7"/>
    <w:rsid w:val="006E760B"/>
    <w:rsid w:val="00756E23"/>
    <w:rsid w:val="007B29A5"/>
    <w:rsid w:val="00806446"/>
    <w:rsid w:val="00874B53"/>
    <w:rsid w:val="008C7E40"/>
    <w:rsid w:val="00924BEB"/>
    <w:rsid w:val="00927272"/>
    <w:rsid w:val="009669B9"/>
    <w:rsid w:val="00982F69"/>
    <w:rsid w:val="009B14B8"/>
    <w:rsid w:val="009D5208"/>
    <w:rsid w:val="009F4B93"/>
    <w:rsid w:val="00AB1260"/>
    <w:rsid w:val="00AB19C8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9</cp:revision>
  <cp:lastPrinted>2022-12-15T09:30:00Z</cp:lastPrinted>
  <dcterms:created xsi:type="dcterms:W3CDTF">2022-01-10T08:13:00Z</dcterms:created>
  <dcterms:modified xsi:type="dcterms:W3CDTF">2022-12-22T08:56:00Z</dcterms:modified>
</cp:coreProperties>
</file>